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6"/>
        <w:gridCol w:w="7900"/>
      </w:tblGrid>
      <w:tr w:rsidR="00D5523B" w:rsidTr="009C7EE1">
        <w:tblPrEx>
          <w:tblCellMar>
            <w:top w:w="0" w:type="dxa"/>
            <w:bottom w:w="0" w:type="dxa"/>
          </w:tblCellMar>
        </w:tblPrEx>
        <w:trPr>
          <w:trHeight w:val="1431"/>
        </w:trPr>
        <w:tc>
          <w:tcPr>
            <w:tcW w:w="22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23B" w:rsidRDefault="00D5523B" w:rsidP="009C7EE1">
            <w:pPr>
              <w:jc w:val="center"/>
            </w:pPr>
            <w:r w:rsidRPr="00DE252E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5" o:spid="_x0000_i1033" type="#_x0000_t75" style="width:81pt;height:65.25pt;visibility:visible">
                  <v:imagedata r:id="rId6" o:title=""/>
                </v:shape>
              </w:pict>
            </w:r>
          </w:p>
        </w:tc>
        <w:tc>
          <w:tcPr>
            <w:tcW w:w="79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Pr="00A91A2C" w:rsidRDefault="00903D67" w:rsidP="009C7EE1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DER SPIEGEL</w:t>
            </w:r>
          </w:p>
        </w:tc>
      </w:tr>
    </w:tbl>
    <w:p w:rsidR="000F00A0" w:rsidRDefault="000F00A0" w:rsidP="000F00A0">
      <w:pPr>
        <w:spacing w:before="240" w:after="240"/>
      </w:pPr>
    </w:p>
    <w:tbl>
      <w:tblPr>
        <w:tblW w:w="89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316"/>
        <w:gridCol w:w="1530"/>
        <w:gridCol w:w="316"/>
        <w:gridCol w:w="1531"/>
        <w:gridCol w:w="316"/>
        <w:gridCol w:w="1531"/>
        <w:gridCol w:w="316"/>
        <w:gridCol w:w="1531"/>
      </w:tblGrid>
      <w:tr w:rsidR="00D5523B" w:rsidTr="009C7EE1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4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5</w:t>
            </w:r>
          </w:p>
        </w:tc>
      </w:tr>
      <w:tr w:rsidR="00D5523B" w:rsidTr="009C7EE1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28"/>
              </w:rPr>
            </w:pPr>
          </w:p>
        </w:tc>
      </w:tr>
      <w:tr w:rsidR="00D5523B" w:rsidTr="009C7EE1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6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7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8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9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10</w:t>
            </w:r>
          </w:p>
        </w:tc>
      </w:tr>
      <w:tr w:rsidR="00D5523B" w:rsidTr="00A43216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</w:rPr>
            </w:pPr>
          </w:p>
        </w:tc>
      </w:tr>
      <w:tr w:rsidR="00D5523B" w:rsidTr="00A43216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14</w:t>
            </w:r>
          </w:p>
        </w:tc>
        <w:tc>
          <w:tcPr>
            <w:tcW w:w="316" w:type="dxa"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23B" w:rsidRDefault="00D5523B" w:rsidP="009C7EE1">
            <w:pPr>
              <w:jc w:val="center"/>
              <w:rPr>
                <w:b/>
                <w:sz w:val="52"/>
              </w:rPr>
            </w:pPr>
          </w:p>
        </w:tc>
      </w:tr>
    </w:tbl>
    <w:p w:rsidR="000F00A0" w:rsidRDefault="000F00A0" w:rsidP="000F00A0">
      <w:pPr>
        <w:spacing w:before="240" w:after="240"/>
        <w:rPr>
          <w:sz w:val="32"/>
        </w:rPr>
      </w:pPr>
    </w:p>
    <w:p w:rsidR="00A43216" w:rsidRDefault="00A43216" w:rsidP="000F00A0">
      <w:pPr>
        <w:spacing w:before="240" w:after="240"/>
        <w:rPr>
          <w:sz w:val="32"/>
        </w:rPr>
      </w:pPr>
    </w:p>
    <w:p w:rsidR="00D5523B" w:rsidRPr="003D4747" w:rsidRDefault="00903D67" w:rsidP="00D5523B">
      <w:pPr>
        <w:shd w:val="clear" w:color="auto" w:fill="BFBFBF"/>
        <w:rPr>
          <w:rFonts w:ascii="Arial" w:hAnsi="Arial" w:cs="Arial"/>
          <w:b/>
          <w:sz w:val="36"/>
        </w:rPr>
      </w:pPr>
      <w:r w:rsidRPr="000300AA">
        <w:rPr>
          <w:rFonts w:ascii="Arial" w:hAnsi="Arial" w:cs="Arial"/>
          <w:b/>
          <w:sz w:val="32"/>
          <w:szCs w:val="28"/>
          <w:lang w:val="en-US"/>
        </w:rPr>
        <w:t xml:space="preserve">Was muss ich </w:t>
      </w:r>
      <w:proofErr w:type="gramStart"/>
      <w:r>
        <w:rPr>
          <w:rFonts w:ascii="Arial" w:hAnsi="Arial" w:cs="Arial"/>
          <w:b/>
          <w:sz w:val="32"/>
          <w:szCs w:val="28"/>
          <w:lang w:val="en-US"/>
        </w:rPr>
        <w:t>versteh</w:t>
      </w:r>
      <w:r w:rsidRPr="000300AA">
        <w:rPr>
          <w:rFonts w:ascii="Arial" w:hAnsi="Arial" w:cs="Arial"/>
          <w:b/>
          <w:sz w:val="32"/>
          <w:szCs w:val="28"/>
          <w:lang w:val="en-US"/>
        </w:rPr>
        <w:t>en </w:t>
      </w:r>
      <w:r w:rsidR="00D5523B" w:rsidRPr="003D4747">
        <w:rPr>
          <w:rFonts w:ascii="Arial" w:hAnsi="Arial" w:cs="Arial"/>
          <w:b/>
          <w:sz w:val="36"/>
        </w:rPr>
        <w:t>?</w:t>
      </w:r>
      <w:proofErr w:type="gramEnd"/>
      <w:r w:rsidR="00D5523B" w:rsidRPr="003D4747">
        <w:rPr>
          <w:rFonts w:ascii="Arial" w:hAnsi="Arial" w:cs="Arial"/>
          <w:b/>
          <w:sz w:val="36"/>
        </w:rPr>
        <w:t xml:space="preserve"> </w:t>
      </w:r>
    </w:p>
    <w:p w:rsidR="00297A6B" w:rsidRDefault="00297A6B"/>
    <w:p w:rsidR="00297A6B" w:rsidRDefault="00903D67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Wenn</w:t>
      </w:r>
      <w:proofErr w:type="spellEnd"/>
      <w:r>
        <w:rPr>
          <w:rFonts w:ascii="Arial" w:hAnsi="Arial" w:cs="Arial"/>
          <w:sz w:val="32"/>
        </w:rPr>
        <w:t xml:space="preserve"> du en</w:t>
      </w:r>
      <w:proofErr w:type="spellStart"/>
      <w:r>
        <w:rPr>
          <w:rFonts w:ascii="Arial" w:hAnsi="Arial" w:cs="Arial"/>
          <w:sz w:val="32"/>
        </w:rPr>
        <w:t>tlang</w:t>
      </w:r>
      <w:proofErr w:type="spellEnd"/>
      <w:r>
        <w:rPr>
          <w:rFonts w:ascii="Arial" w:hAnsi="Arial" w:cs="Arial"/>
          <w:sz w:val="32"/>
        </w:rPr>
        <w:t xml:space="preserve"> der </w:t>
      </w:r>
      <w:proofErr w:type="spellStart"/>
      <w:r w:rsidRPr="00903D67">
        <w:rPr>
          <w:rFonts w:ascii="Arial" w:hAnsi="Arial" w:cs="Arial"/>
          <w:color w:val="FF0000"/>
          <w:sz w:val="32"/>
        </w:rPr>
        <w:t>Symetrieaxe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so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falten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kannst</w:t>
      </w:r>
      <w:proofErr w:type="spellEnd"/>
      <w:r>
        <w:rPr>
          <w:rFonts w:ascii="Arial" w:hAnsi="Arial" w:cs="Arial"/>
          <w:sz w:val="32"/>
        </w:rPr>
        <w:t xml:space="preserve">, </w:t>
      </w:r>
      <w:proofErr w:type="spellStart"/>
      <w:r>
        <w:rPr>
          <w:rFonts w:ascii="Arial" w:hAnsi="Arial" w:cs="Arial"/>
          <w:sz w:val="32"/>
        </w:rPr>
        <w:t>dass</w:t>
      </w:r>
      <w:proofErr w:type="spellEnd"/>
      <w:r>
        <w:rPr>
          <w:rFonts w:ascii="Arial" w:hAnsi="Arial" w:cs="Arial"/>
          <w:sz w:val="32"/>
        </w:rPr>
        <w:t xml:space="preserve"> die </w:t>
      </w:r>
      <w:proofErr w:type="spellStart"/>
      <w:r>
        <w:rPr>
          <w:rFonts w:ascii="Arial" w:hAnsi="Arial" w:cs="Arial"/>
          <w:sz w:val="32"/>
        </w:rPr>
        <w:t>zwei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Bilder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 w:rsidRPr="00903D67">
        <w:rPr>
          <w:rFonts w:ascii="Arial" w:hAnsi="Arial" w:cs="Arial"/>
          <w:sz w:val="32"/>
          <w:u w:val="single"/>
        </w:rPr>
        <w:t>genau</w:t>
      </w:r>
      <w:proofErr w:type="spellEnd"/>
      <w:r w:rsidRPr="00903D67">
        <w:rPr>
          <w:rFonts w:ascii="Arial" w:hAnsi="Arial" w:cs="Arial"/>
          <w:sz w:val="32"/>
          <w:u w:val="single"/>
        </w:rPr>
        <w:t xml:space="preserve"> </w:t>
      </w:r>
      <w:proofErr w:type="spellStart"/>
      <w:r w:rsidRPr="00903D67">
        <w:rPr>
          <w:rFonts w:ascii="Arial" w:hAnsi="Arial" w:cs="Arial"/>
          <w:sz w:val="32"/>
          <w:u w:val="single"/>
        </w:rPr>
        <w:t>aufeinander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sind</w:t>
      </w:r>
      <w:proofErr w:type="spellEnd"/>
      <w:r>
        <w:rPr>
          <w:rFonts w:ascii="Arial" w:hAnsi="Arial" w:cs="Arial"/>
          <w:sz w:val="32"/>
        </w:rPr>
        <w:t xml:space="preserve">, </w:t>
      </w:r>
      <w:proofErr w:type="spellStart"/>
      <w:r>
        <w:rPr>
          <w:rFonts w:ascii="Arial" w:hAnsi="Arial" w:cs="Arial"/>
          <w:sz w:val="32"/>
        </w:rPr>
        <w:t>sagt</w:t>
      </w:r>
      <w:proofErr w:type="spellEnd"/>
      <w:r>
        <w:rPr>
          <w:rFonts w:ascii="Arial" w:hAnsi="Arial" w:cs="Arial"/>
          <w:sz w:val="32"/>
        </w:rPr>
        <w:t xml:space="preserve"> man, </w:t>
      </w:r>
      <w:proofErr w:type="spellStart"/>
      <w:r>
        <w:rPr>
          <w:rFonts w:ascii="Arial" w:hAnsi="Arial" w:cs="Arial"/>
          <w:sz w:val="32"/>
        </w:rPr>
        <w:t>dass</w:t>
      </w:r>
      <w:proofErr w:type="spellEnd"/>
      <w:r>
        <w:rPr>
          <w:rFonts w:ascii="Arial" w:hAnsi="Arial" w:cs="Arial"/>
          <w:sz w:val="32"/>
        </w:rPr>
        <w:t xml:space="preserve"> die </w:t>
      </w:r>
      <w:proofErr w:type="spellStart"/>
      <w:r>
        <w:rPr>
          <w:rFonts w:ascii="Arial" w:hAnsi="Arial" w:cs="Arial"/>
          <w:sz w:val="32"/>
        </w:rPr>
        <w:t>Bilder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 w:rsidRPr="00903D67">
        <w:rPr>
          <w:rFonts w:ascii="Arial" w:hAnsi="Arial" w:cs="Arial"/>
          <w:color w:val="FF0000"/>
          <w:sz w:val="32"/>
        </w:rPr>
        <w:t>symetrisch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sind</w:t>
      </w:r>
      <w:proofErr w:type="spellEnd"/>
      <w:r>
        <w:rPr>
          <w:rFonts w:ascii="Arial" w:hAnsi="Arial" w:cs="Arial"/>
          <w:sz w:val="32"/>
        </w:rPr>
        <w:t>.</w:t>
      </w:r>
    </w:p>
    <w:p w:rsidR="00A43216" w:rsidRPr="00297A6B" w:rsidRDefault="00A43216">
      <w:pPr>
        <w:rPr>
          <w:rFonts w:ascii="Arial" w:hAnsi="Arial" w:cs="Arial"/>
          <w:sz w:val="32"/>
        </w:rPr>
      </w:pPr>
    </w:p>
    <w:p w:rsidR="00297A6B" w:rsidRPr="00297A6B" w:rsidRDefault="00903D67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Es </w:t>
      </w:r>
      <w:proofErr w:type="spellStart"/>
      <w:r>
        <w:rPr>
          <w:rFonts w:ascii="Arial" w:hAnsi="Arial" w:cs="Arial"/>
          <w:sz w:val="32"/>
        </w:rPr>
        <w:t>ist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genau</w:t>
      </w:r>
      <w:proofErr w:type="spellEnd"/>
      <w:r>
        <w:rPr>
          <w:rFonts w:ascii="Arial" w:hAnsi="Arial" w:cs="Arial"/>
          <w:sz w:val="32"/>
        </w:rPr>
        <w:t xml:space="preserve">, </w:t>
      </w:r>
      <w:proofErr w:type="spellStart"/>
      <w:r>
        <w:rPr>
          <w:rFonts w:ascii="Arial" w:hAnsi="Arial" w:cs="Arial"/>
          <w:sz w:val="32"/>
        </w:rPr>
        <w:t>wie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wenn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ich</w:t>
      </w:r>
      <w:proofErr w:type="spellEnd"/>
      <w:r>
        <w:rPr>
          <w:rFonts w:ascii="Arial" w:hAnsi="Arial" w:cs="Arial"/>
          <w:sz w:val="32"/>
        </w:rPr>
        <w:t xml:space="preserve"> in </w:t>
      </w:r>
      <w:proofErr w:type="spellStart"/>
      <w:r>
        <w:rPr>
          <w:rFonts w:ascii="Arial" w:hAnsi="Arial" w:cs="Arial"/>
          <w:sz w:val="32"/>
        </w:rPr>
        <w:t>einen</w:t>
      </w:r>
      <w:proofErr w:type="spellEnd"/>
      <w:r>
        <w:rPr>
          <w:rFonts w:ascii="Arial" w:hAnsi="Arial" w:cs="Arial"/>
          <w:sz w:val="32"/>
        </w:rPr>
        <w:t xml:space="preserve"> Spiegel </w:t>
      </w:r>
      <w:proofErr w:type="spellStart"/>
      <w:r>
        <w:rPr>
          <w:rFonts w:ascii="Arial" w:hAnsi="Arial" w:cs="Arial"/>
          <w:sz w:val="32"/>
        </w:rPr>
        <w:t>schaue</w:t>
      </w:r>
      <w:proofErr w:type="spellEnd"/>
      <w:r w:rsidR="00297A6B" w:rsidRPr="00297A6B">
        <w:rPr>
          <w:rFonts w:ascii="Arial" w:hAnsi="Arial" w:cs="Arial"/>
          <w:sz w:val="32"/>
        </w:rPr>
        <w:t xml:space="preserve">. </w:t>
      </w:r>
    </w:p>
    <w:p w:rsidR="00297A6B" w:rsidRDefault="00297A6B"/>
    <w:p w:rsidR="00297A6B" w:rsidRDefault="00297A6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251.25pt;margin-top:11.65pt;width:0;height:109.5pt;z-index:251652608" o:connectortype="straight" strokecolor="red" strokeweight="2.25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297A6B" w:rsidTr="009C7EE1">
        <w:trPr>
          <w:trHeight w:val="2934"/>
        </w:trPr>
        <w:tc>
          <w:tcPr>
            <w:tcW w:w="3535" w:type="dxa"/>
            <w:shd w:val="clear" w:color="auto" w:fill="auto"/>
          </w:tcPr>
          <w:p w:rsidR="00297A6B" w:rsidRDefault="00297A6B">
            <w:r>
              <w:rPr>
                <w:noProof/>
              </w:rPr>
              <w:pict>
                <v:shape id="Image 1" o:spid="_x0000_s1051" type="#_x0000_t75" style="position:absolute;margin-left:7.5pt;margin-top:11.1pt;width:152.85pt;height:98.25pt;z-index:251651584;visibility:visible">
                  <v:imagedata r:id="rId7" o:title=""/>
                </v:shape>
              </w:pict>
            </w:r>
          </w:p>
        </w:tc>
        <w:tc>
          <w:tcPr>
            <w:tcW w:w="3535" w:type="dxa"/>
            <w:shd w:val="clear" w:color="auto" w:fill="auto"/>
          </w:tcPr>
          <w:p w:rsidR="00297A6B" w:rsidRDefault="00297A6B">
            <w:r>
              <w:rPr>
                <w:noProof/>
              </w:rPr>
              <w:pict>
                <v:shape id="_x0000_s1055" type="#_x0000_t32" style="position:absolute;margin-left:164.55pt;margin-top:72.2pt;width:190.45pt;height:0;flip:x;z-index:251655680;mso-position-horizontal-relative:text;mso-position-vertical-relative:text" o:connectortype="straight" strokecolor="red" strokeweight="2.25pt"/>
              </w:pict>
            </w:r>
            <w:r>
              <w:pict>
                <v:shape id="_x0000_i1034" type="#_x0000_t75" style="width:150pt;height:99.75pt">
                  <v:imagedata r:id="rId8" o:title="sign-1804067_1280"/>
                </v:shape>
              </w:pict>
            </w:r>
          </w:p>
        </w:tc>
        <w:tc>
          <w:tcPr>
            <w:tcW w:w="3536" w:type="dxa"/>
            <w:shd w:val="clear" w:color="auto" w:fill="auto"/>
          </w:tcPr>
          <w:p w:rsidR="00297A6B" w:rsidRDefault="00297A6B">
            <w:r>
              <w:rPr>
                <w:noProof/>
              </w:rPr>
              <w:pict>
                <v:shape id="_x0000_s1054" type="#_x0000_t32" style="position:absolute;margin-left:80pt;margin-top:14.45pt;width:0;height:109.5pt;z-index:251654656;mso-position-horizontal-relative:text;mso-position-vertical-relative:text" o:connectortype="straight" strokecolor="red" strokeweight="2.25pt"/>
              </w:pict>
            </w:r>
            <w:r>
              <w:rPr>
                <w:noProof/>
              </w:rPr>
              <w:pict>
                <v:rect id="_x0000_s1053" style="position:absolute;margin-left:8pt;margin-top:39.95pt;width:147pt;height:64.5pt;z-index:251653632;mso-position-horizontal-relative:text;mso-position-vertical-relative:text" strokecolor="#0070c0" strokeweight="2.25pt"/>
              </w:pict>
            </w:r>
          </w:p>
        </w:tc>
      </w:tr>
    </w:tbl>
    <w:p w:rsidR="00297A6B" w:rsidRDefault="00297A6B"/>
    <w:p w:rsidR="00297A6B" w:rsidRDefault="00297A6B"/>
    <w:p w:rsidR="00297A6B" w:rsidRPr="00297A6B" w:rsidRDefault="00903D67" w:rsidP="00297A6B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Eine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Figur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kann</w:t>
      </w:r>
      <w:proofErr w:type="spellEnd"/>
      <w:r>
        <w:rPr>
          <w:rFonts w:ascii="Arial" w:hAnsi="Arial" w:cs="Arial"/>
          <w:sz w:val="32"/>
        </w:rPr>
        <w:t xml:space="preserve"> 0, 1, </w:t>
      </w:r>
      <w:proofErr w:type="spellStart"/>
      <w:r>
        <w:rPr>
          <w:rFonts w:ascii="Arial" w:hAnsi="Arial" w:cs="Arial"/>
          <w:sz w:val="32"/>
        </w:rPr>
        <w:t>oder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mehrere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Symetrieaxen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haben</w:t>
      </w:r>
      <w:proofErr w:type="spellEnd"/>
      <w:r w:rsidR="00297A6B" w:rsidRPr="00297A6B">
        <w:rPr>
          <w:rFonts w:ascii="Arial" w:hAnsi="Arial" w:cs="Arial"/>
          <w:sz w:val="32"/>
        </w:rPr>
        <w:t>.</w:t>
      </w:r>
    </w:p>
    <w:p w:rsidR="00297A6B" w:rsidRDefault="00297A6B"/>
    <w:p w:rsidR="004F3F98" w:rsidRDefault="000F00A0">
      <w:r>
        <w:br w:type="page"/>
      </w:r>
    </w:p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460D3D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D3D" w:rsidRDefault="00862E3A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35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D3D" w:rsidRDefault="00903D67" w:rsidP="00D5523B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="00460D3D" w:rsidRPr="00F3496C">
              <w:rPr>
                <w:rFonts w:ascii="Arial Black" w:hAnsi="Arial Black"/>
                <w:sz w:val="56"/>
              </w:rPr>
              <w:t xml:space="preserve"> </w:t>
            </w:r>
            <w:r w:rsidR="00D5523B">
              <w:rPr>
                <w:rFonts w:ascii="Arial Black" w:hAnsi="Arial Black"/>
                <w:sz w:val="56"/>
              </w:rPr>
              <w:sym w:font="Wingdings" w:char="F0AB"/>
            </w:r>
            <w:r w:rsidR="00D5523B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D3D" w:rsidRDefault="005E0D4C" w:rsidP="00814F49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</w:p>
        </w:tc>
      </w:tr>
      <w:tr w:rsidR="00460D3D" w:rsidTr="00814F49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D3D" w:rsidRDefault="00903D67" w:rsidP="00814F49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460D3D" w:rsidRDefault="00460D3D" w:rsidP="00814F49">
            <w:pPr>
              <w:rPr>
                <w:b/>
                <w:bCs/>
                <w:sz w:val="28"/>
                <w:szCs w:val="28"/>
                <w:u w:val="single"/>
              </w:rPr>
            </w:pPr>
          </w:p>
          <w:tbl>
            <w:tblPr>
              <w:tblW w:w="758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</w:tblGrid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00000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00000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18" w:space="0" w:color="00000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00000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auto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460D3D" w:rsidRDefault="00460D3D" w:rsidP="00814F49">
            <w:pPr>
              <w:rPr>
                <w:rFonts w:ascii="Verdana" w:hAnsi="Verdana"/>
              </w:rPr>
            </w:pPr>
          </w:p>
        </w:tc>
      </w:tr>
    </w:tbl>
    <w:p w:rsidR="00460D3D" w:rsidRDefault="00460D3D"/>
    <w:p w:rsidR="00460D3D" w:rsidRDefault="00460D3D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F3496C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36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903D67" w:rsidP="00814F49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297A6B">
              <w:rPr>
                <w:rFonts w:ascii="Arial Black" w:hAnsi="Arial Black"/>
                <w:sz w:val="56"/>
              </w:rPr>
              <w:sym w:font="Wingdings" w:char="F0AB"/>
            </w:r>
            <w:r w:rsidR="00297A6B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2</w:t>
            </w:r>
          </w:p>
        </w:tc>
      </w:tr>
      <w:tr w:rsidR="00F3496C" w:rsidTr="00252CFD">
        <w:tblPrEx>
          <w:tblCellMar>
            <w:top w:w="0" w:type="dxa"/>
            <w:bottom w:w="0" w:type="dxa"/>
          </w:tblCellMar>
        </w:tblPrEx>
        <w:trPr>
          <w:trHeight w:val="54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96C" w:rsidRDefault="00903D67" w:rsidP="00252CFD">
            <w:pPr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Finde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male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sie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rot</w:t>
            </w:r>
            <w:r w:rsidR="00F3496C">
              <w:rPr>
                <w:b/>
                <w:bCs/>
                <w:sz w:val="28"/>
                <w:szCs w:val="28"/>
                <w:u w:val="single"/>
              </w:rPr>
              <w:t> :</w:t>
            </w:r>
          </w:p>
          <w:p w:rsidR="00F3496C" w:rsidRDefault="00F3496C" w:rsidP="00252CFD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F3496C" w:rsidRDefault="00862E3A" w:rsidP="00252CF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6" type="#_x0000_t4" style="position:absolute;margin-left:164.9pt;margin-top:-62pt;width:128.5pt;height:348.95pt;rotation:6572884fd;z-index:251645440"/>
              </w:pict>
            </w:r>
          </w:p>
        </w:tc>
      </w:tr>
    </w:tbl>
    <w:p w:rsidR="00F3496C" w:rsidRDefault="00F3496C"/>
    <w:p w:rsidR="00F3496C" w:rsidRDefault="00F3496C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460D3D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D3D" w:rsidRDefault="005E0D4C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37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D3D" w:rsidRDefault="00903D67" w:rsidP="00814F49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297A6B">
              <w:rPr>
                <w:rFonts w:ascii="Arial Black" w:hAnsi="Arial Black"/>
                <w:sz w:val="56"/>
              </w:rPr>
              <w:sym w:font="Wingdings" w:char="F0AB"/>
            </w:r>
            <w:r w:rsidR="00297A6B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D3D" w:rsidRDefault="005E0D4C" w:rsidP="00814F49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3</w:t>
            </w:r>
          </w:p>
        </w:tc>
      </w:tr>
      <w:tr w:rsidR="00460D3D" w:rsidTr="00814F49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D67" w:rsidRDefault="00903D67" w:rsidP="00903D67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460D3D" w:rsidRDefault="00460D3D" w:rsidP="00814F49">
            <w:pPr>
              <w:rPr>
                <w:b/>
                <w:bCs/>
                <w:sz w:val="28"/>
                <w:szCs w:val="28"/>
                <w:u w:val="single"/>
              </w:rPr>
            </w:pPr>
          </w:p>
          <w:tbl>
            <w:tblPr>
              <w:tblW w:w="758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</w:tblGrid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60D3D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0D3D" w:rsidRDefault="00460D3D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460D3D" w:rsidRDefault="00460D3D" w:rsidP="00814F49">
            <w:pPr>
              <w:rPr>
                <w:rFonts w:ascii="Verdana" w:hAnsi="Verdana"/>
              </w:rPr>
            </w:pPr>
          </w:p>
        </w:tc>
      </w:tr>
    </w:tbl>
    <w:p w:rsidR="00460D3D" w:rsidRDefault="00460D3D"/>
    <w:p w:rsidR="00460D3D" w:rsidRDefault="00460D3D"/>
    <w:p w:rsidR="004F3F98" w:rsidRDefault="004F3F98"/>
    <w:p w:rsidR="000B1ED9" w:rsidRDefault="000B1ED9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252CFD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0D1F0C">
            <w:pPr>
              <w:jc w:val="center"/>
            </w:pPr>
            <w:r>
              <w:rPr>
                <w:noProof/>
              </w:rPr>
            </w:r>
            <w:r>
              <w:pict>
                <v:shape id="_x0000_s1038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903D67" w:rsidP="000D1F0C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0D1F0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4</w:t>
            </w:r>
          </w:p>
        </w:tc>
      </w:tr>
      <w:tr w:rsidR="00252CFD" w:rsidTr="000D1F0C">
        <w:tblPrEx>
          <w:tblCellMar>
            <w:top w:w="0" w:type="dxa"/>
            <w:bottom w:w="0" w:type="dxa"/>
          </w:tblCellMar>
        </w:tblPrEx>
        <w:trPr>
          <w:trHeight w:val="54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67" w:rsidRDefault="00903D67" w:rsidP="00903D67">
            <w:pPr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Finde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male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sie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rot :</w:t>
            </w:r>
          </w:p>
          <w:p w:rsidR="00252CFD" w:rsidRDefault="00252CFD" w:rsidP="000D1F0C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252CFD" w:rsidRDefault="00931D37" w:rsidP="000D1F0C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8" type="#_x0000_t15" style="position:absolute;margin-left:109.25pt;margin-top:44.75pt;width:272.1pt;height:132.35pt;z-index:251646464" adj="4267"/>
              </w:pict>
            </w:r>
          </w:p>
        </w:tc>
      </w:tr>
    </w:tbl>
    <w:p w:rsidR="00252CFD" w:rsidRDefault="00252CFD"/>
    <w:p w:rsidR="00252CFD" w:rsidRDefault="00252CFD"/>
    <w:p w:rsidR="000B1ED9" w:rsidRDefault="000B1ED9"/>
    <w:p w:rsidR="000B1ED9" w:rsidRDefault="000B1ED9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F3496C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39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903D67" w:rsidP="00814F49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5</w:t>
            </w:r>
          </w:p>
        </w:tc>
      </w:tr>
      <w:tr w:rsidR="00F3496C" w:rsidTr="00814F49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D67" w:rsidRDefault="00903D67" w:rsidP="00903D67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F3496C" w:rsidRDefault="00F3496C" w:rsidP="00814F49">
            <w:pPr>
              <w:rPr>
                <w:b/>
                <w:bCs/>
                <w:sz w:val="28"/>
                <w:szCs w:val="28"/>
                <w:u w:val="single"/>
              </w:rPr>
            </w:pPr>
          </w:p>
          <w:tbl>
            <w:tblPr>
              <w:tblW w:w="765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C0000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8" w:space="0" w:color="C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510"/>
                <w:jc w:val="center"/>
              </w:trPr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F3496C" w:rsidRDefault="00F3496C" w:rsidP="00814F49">
            <w:pPr>
              <w:rPr>
                <w:rFonts w:ascii="Verdana" w:hAnsi="Verdana"/>
              </w:rPr>
            </w:pPr>
          </w:p>
        </w:tc>
      </w:tr>
    </w:tbl>
    <w:p w:rsidR="004F3F98" w:rsidRDefault="004F3F98"/>
    <w:p w:rsidR="00F3496C" w:rsidRDefault="00F3496C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252CFD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0D1F0C">
            <w:pPr>
              <w:jc w:val="center"/>
            </w:pPr>
            <w:r>
              <w:rPr>
                <w:noProof/>
              </w:rPr>
            </w:r>
            <w:r>
              <w:pict>
                <v:shape id="_x0000_s1042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903D67" w:rsidP="000D1F0C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0D1F0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6</w:t>
            </w:r>
          </w:p>
        </w:tc>
      </w:tr>
      <w:tr w:rsidR="00252CFD" w:rsidTr="00252CFD">
        <w:tblPrEx>
          <w:tblCellMar>
            <w:top w:w="0" w:type="dxa"/>
            <w:bottom w:w="0" w:type="dxa"/>
          </w:tblCellMar>
        </w:tblPrEx>
        <w:trPr>
          <w:trHeight w:val="4740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67" w:rsidRDefault="00903D67" w:rsidP="00903D67">
            <w:pPr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Finde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r w:rsidRPr="00903D67">
              <w:rPr>
                <w:b/>
                <w:bCs/>
                <w:color w:val="FF0000"/>
                <w:sz w:val="28"/>
                <w:szCs w:val="28"/>
                <w:u w:val="single"/>
              </w:rPr>
              <w:t>n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AC4C40">
              <w:rPr>
                <w:b/>
                <w:bCs/>
                <w:i/>
                <w:iCs/>
                <w:sz w:val="28"/>
                <w:szCs w:val="28"/>
                <w:u w:val="single"/>
              </w:rPr>
              <w:t>(</w:t>
            </w:r>
            <w:proofErr w:type="spellStart"/>
            <w:r w:rsidRPr="00AC4C40">
              <w:rPr>
                <w:b/>
                <w:bCs/>
                <w:i/>
                <w:iCs/>
                <w:sz w:val="28"/>
                <w:szCs w:val="28"/>
                <w:u w:val="single"/>
              </w:rPr>
              <w:t>also</w:t>
            </w:r>
            <w:proofErr w:type="spellEnd"/>
            <w:r w:rsidRPr="00AC4C40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AC4C40">
              <w:rPr>
                <w:b/>
                <w:bCs/>
                <w:i/>
                <w:iCs/>
                <w:sz w:val="28"/>
                <w:szCs w:val="28"/>
                <w:u w:val="single"/>
              </w:rPr>
              <w:t>mehrere</w:t>
            </w:r>
            <w:proofErr w:type="spellEnd"/>
            <w:r w:rsidRPr="00AC4C40">
              <w:rPr>
                <w:b/>
                <w:bCs/>
                <w:i/>
                <w:iCs/>
                <w:sz w:val="28"/>
                <w:szCs w:val="28"/>
                <w:u w:val="single"/>
              </w:rPr>
              <w:t> !)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male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sie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rot :</w:t>
            </w:r>
          </w:p>
          <w:p w:rsidR="00252CFD" w:rsidRDefault="00252CFD" w:rsidP="000D1F0C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252CFD" w:rsidRDefault="00931D37" w:rsidP="000D1F0C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29" type="#_x0000_t69" style="position:absolute;margin-left:98.7pt;margin-top:19.8pt;width:299.65pt;height:130.2pt;z-index:251647488" adj="6765,6810"/>
              </w:pict>
            </w:r>
          </w:p>
        </w:tc>
      </w:tr>
    </w:tbl>
    <w:p w:rsidR="00F3496C" w:rsidRDefault="00F3496C"/>
    <w:p w:rsidR="00252CFD" w:rsidRDefault="00252CFD"/>
    <w:p w:rsidR="00252CFD" w:rsidRDefault="00252CFD"/>
    <w:p w:rsidR="00252CFD" w:rsidRDefault="00252CFD"/>
    <w:p w:rsidR="00252CFD" w:rsidRDefault="00252CFD"/>
    <w:p w:rsidR="00252CFD" w:rsidRDefault="00252CFD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F3496C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40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903D67" w:rsidP="00814F49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7</w:t>
            </w:r>
          </w:p>
        </w:tc>
      </w:tr>
      <w:tr w:rsidR="00F3496C" w:rsidTr="00814F49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C40" w:rsidRDefault="00AC4C40" w:rsidP="00AC4C40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F3496C" w:rsidRDefault="00F3496C" w:rsidP="00814F49">
            <w:pPr>
              <w:rPr>
                <w:b/>
                <w:bCs/>
                <w:sz w:val="28"/>
                <w:szCs w:val="28"/>
                <w:u w:val="single"/>
              </w:rPr>
            </w:pPr>
          </w:p>
          <w:tbl>
            <w:tblPr>
              <w:tblW w:w="758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</w:tblGrid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F3496C" w:rsidRDefault="00F3496C" w:rsidP="00814F49">
            <w:pPr>
              <w:rPr>
                <w:rFonts w:ascii="Verdana" w:hAnsi="Verdana"/>
              </w:rPr>
            </w:pPr>
          </w:p>
        </w:tc>
      </w:tr>
    </w:tbl>
    <w:p w:rsidR="00F3496C" w:rsidRDefault="00F3496C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F3496C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41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903D67" w:rsidP="00814F49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252CFD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8</w:t>
            </w:r>
          </w:p>
        </w:tc>
      </w:tr>
      <w:tr w:rsidR="00F3496C" w:rsidTr="00814F49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C40" w:rsidRDefault="00AC4C40" w:rsidP="00AC4C40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F3496C" w:rsidRDefault="00F3496C" w:rsidP="00814F49">
            <w:pPr>
              <w:rPr>
                <w:b/>
                <w:bCs/>
                <w:sz w:val="28"/>
                <w:szCs w:val="28"/>
                <w:u w:val="single"/>
              </w:rPr>
            </w:pPr>
          </w:p>
          <w:tbl>
            <w:tblPr>
              <w:tblW w:w="758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</w:tblGrid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  <w:tl2br w:val="single" w:sz="18" w:space="0" w:color="auto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auto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18" w:space="0" w:color="00000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18" w:space="0" w:color="auto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00000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auto"/>
                    <w:right w:val="single" w:sz="18" w:space="0" w:color="00000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auto"/>
                    <w:right w:val="single" w:sz="18" w:space="0" w:color="auto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F3496C" w:rsidRDefault="00F3496C" w:rsidP="00814F49">
            <w:pPr>
              <w:rPr>
                <w:rFonts w:ascii="Verdana" w:hAnsi="Verdana"/>
              </w:rPr>
            </w:pPr>
          </w:p>
        </w:tc>
      </w:tr>
    </w:tbl>
    <w:p w:rsidR="00F3496C" w:rsidRDefault="00F3496C"/>
    <w:p w:rsidR="00F3496C" w:rsidRDefault="00F3496C"/>
    <w:p w:rsidR="00252CFD" w:rsidRDefault="00252CFD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630"/>
        <w:gridCol w:w="1041"/>
      </w:tblGrid>
      <w:tr w:rsidR="00252CFD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0D1F0C">
            <w:pPr>
              <w:jc w:val="center"/>
            </w:pPr>
            <w:r>
              <w:rPr>
                <w:noProof/>
              </w:rPr>
            </w:r>
            <w:r>
              <w:pict>
                <v:shape id="_x0000_s1043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903D67" w:rsidP="000D1F0C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5E0D4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9</w:t>
            </w:r>
          </w:p>
        </w:tc>
      </w:tr>
      <w:tr w:rsidR="00252CFD" w:rsidTr="000D1F0C">
        <w:tblPrEx>
          <w:tblCellMar>
            <w:top w:w="0" w:type="dxa"/>
            <w:bottom w:w="0" w:type="dxa"/>
          </w:tblCellMar>
        </w:tblPrEx>
        <w:trPr>
          <w:trHeight w:val="4740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40" w:rsidRDefault="00AC4C40" w:rsidP="00AC4C40">
            <w:pPr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Finde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r>
              <w:rPr>
                <w:b/>
                <w:bCs/>
                <w:sz w:val="28"/>
                <w:szCs w:val="28"/>
                <w:u w:val="single"/>
              </w:rPr>
              <w:t>n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male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sie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rot :</w:t>
            </w:r>
          </w:p>
          <w:p w:rsidR="00252CFD" w:rsidRDefault="00252CFD" w:rsidP="000D1F0C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252CFD" w:rsidRDefault="00931D37" w:rsidP="000D1F0C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shapetype id="_x0000_t125" coordsize="21600,21600" o:spt="125" path="m21600,21600l,21600,21600,,,xe">
                  <v:stroke joinstyle="miter"/>
                  <v:path o:extrusionok="f" gradientshapeok="t" o:connecttype="custom" o:connectlocs="10800,0;10800,10800;10800,21600" textboxrect="5400,5400,16200,16200"/>
                </v:shapetype>
                <v:shape id="_x0000_s1030" type="#_x0000_t125" style="position:absolute;margin-left:168.05pt;margin-top:-86.05pt;width:157.25pt;height:337.25pt;rotation:90;z-index:251648512"/>
              </w:pict>
            </w:r>
          </w:p>
        </w:tc>
      </w:tr>
    </w:tbl>
    <w:p w:rsidR="00252CFD" w:rsidRDefault="00252CFD"/>
    <w:p w:rsidR="00252CFD" w:rsidRDefault="00252CFD"/>
    <w:p w:rsidR="00252CFD" w:rsidRDefault="00252CFD"/>
    <w:p w:rsidR="00252CFD" w:rsidRDefault="00252CFD"/>
    <w:p w:rsidR="00252CFD" w:rsidRDefault="00252CFD"/>
    <w:p w:rsidR="00F3496C" w:rsidRDefault="00F3496C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431"/>
        <w:gridCol w:w="1240"/>
      </w:tblGrid>
      <w:tr w:rsidR="00F3496C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E0D4C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45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903D67" w:rsidP="00814F49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2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96C" w:rsidRDefault="005177C6" w:rsidP="005E0D4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  <w:r w:rsidR="005E0D4C">
              <w:rPr>
                <w:rFonts w:ascii="Verdana" w:hAnsi="Verdana"/>
                <w:b/>
                <w:sz w:val="72"/>
              </w:rPr>
              <w:t>0</w:t>
            </w:r>
          </w:p>
        </w:tc>
      </w:tr>
      <w:tr w:rsidR="00F3496C" w:rsidTr="00814F49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C40" w:rsidRDefault="00AC4C40" w:rsidP="00AC4C40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F3496C" w:rsidRDefault="00F3496C" w:rsidP="00814F49">
            <w:pPr>
              <w:rPr>
                <w:b/>
                <w:bCs/>
                <w:sz w:val="28"/>
                <w:szCs w:val="28"/>
                <w:u w:val="single"/>
              </w:rPr>
            </w:pPr>
          </w:p>
          <w:tbl>
            <w:tblPr>
              <w:tblW w:w="758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</w:tblGrid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  <w:tr2bl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r2bl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18" w:space="0" w:color="auto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r2bl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4274E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auto"/>
                    <w:tl2br w:val="single" w:sz="1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auto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3496C" w:rsidTr="00814F4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3496C" w:rsidRDefault="00F3496C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F3496C" w:rsidRDefault="00F3496C" w:rsidP="00814F49">
            <w:pPr>
              <w:rPr>
                <w:rFonts w:ascii="Verdana" w:hAnsi="Verdana"/>
              </w:rPr>
            </w:pPr>
          </w:p>
        </w:tc>
      </w:tr>
    </w:tbl>
    <w:p w:rsidR="00F3496C" w:rsidRDefault="00F3496C"/>
    <w:p w:rsidR="006A2E23" w:rsidRDefault="006A2E23"/>
    <w:p w:rsidR="006A2E23" w:rsidRDefault="006A2E23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4"/>
        <w:gridCol w:w="7433"/>
        <w:gridCol w:w="1240"/>
      </w:tblGrid>
      <w:tr w:rsidR="00252CFD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0D1F0C">
            <w:pPr>
              <w:jc w:val="center"/>
            </w:pPr>
            <w:r>
              <w:rPr>
                <w:noProof/>
              </w:rPr>
            </w:r>
            <w:r>
              <w:pict>
                <v:shape id="_x0000_s1044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903D67" w:rsidP="000D1F0C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252CFD" w:rsidP="005E0D4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  <w:r w:rsidR="005E0D4C">
              <w:rPr>
                <w:rFonts w:ascii="Verdana" w:hAnsi="Verdana"/>
                <w:b/>
                <w:sz w:val="72"/>
              </w:rPr>
              <w:t>1</w:t>
            </w:r>
          </w:p>
        </w:tc>
      </w:tr>
      <w:tr w:rsidR="00252CFD" w:rsidTr="000D1F0C">
        <w:tblPrEx>
          <w:tblCellMar>
            <w:top w:w="0" w:type="dxa"/>
            <w:bottom w:w="0" w:type="dxa"/>
          </w:tblCellMar>
        </w:tblPrEx>
        <w:trPr>
          <w:trHeight w:val="4740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40" w:rsidRDefault="00AC4C40" w:rsidP="00AC4C40">
            <w:pPr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Finde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Symetrieaxen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male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sie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rot :</w:t>
            </w:r>
          </w:p>
          <w:p w:rsidR="00252CFD" w:rsidRDefault="00252CFD" w:rsidP="000D1F0C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252CFD" w:rsidRDefault="00931D37" w:rsidP="000D1F0C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31" type="#_x0000_t9" style="position:absolute;margin-left:132.6pt;margin-top:7.65pt;width:196.95pt;height:170.35pt;z-index:251649536"/>
              </w:pict>
            </w:r>
          </w:p>
        </w:tc>
      </w:tr>
    </w:tbl>
    <w:p w:rsidR="00252CFD" w:rsidRDefault="00252CFD"/>
    <w:p w:rsidR="00252CFD" w:rsidRDefault="00252CFD"/>
    <w:p w:rsidR="00252CFD" w:rsidRDefault="00252CFD"/>
    <w:p w:rsidR="00252CFD" w:rsidRDefault="00252CFD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431"/>
        <w:gridCol w:w="1240"/>
      </w:tblGrid>
      <w:tr w:rsidR="00252CFD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5E0D4C" w:rsidP="000D1F0C">
            <w:pPr>
              <w:jc w:val="center"/>
            </w:pPr>
            <w:r>
              <w:rPr>
                <w:noProof/>
              </w:rPr>
            </w:r>
            <w:r>
              <w:pict>
                <v:shape id="_x0000_s1046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903D67" w:rsidP="000D1F0C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2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CFD" w:rsidRDefault="00252CFD" w:rsidP="005E0D4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  <w:r w:rsidR="005E0D4C">
              <w:rPr>
                <w:rFonts w:ascii="Verdana" w:hAnsi="Verdana"/>
                <w:b/>
                <w:sz w:val="72"/>
              </w:rPr>
              <w:t>2</w:t>
            </w:r>
          </w:p>
        </w:tc>
      </w:tr>
      <w:tr w:rsidR="00252CFD" w:rsidTr="000D1F0C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C40" w:rsidRDefault="00AC4C40" w:rsidP="00AC4C40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252CFD" w:rsidRDefault="00252CFD" w:rsidP="000D1F0C">
            <w:pPr>
              <w:rPr>
                <w:b/>
                <w:bCs/>
                <w:sz w:val="28"/>
                <w:szCs w:val="28"/>
                <w:u w:val="single"/>
              </w:rPr>
            </w:pPr>
            <w:bookmarkStart w:id="0" w:name="_GoBack"/>
            <w:bookmarkEnd w:id="0"/>
          </w:p>
          <w:tbl>
            <w:tblPr>
              <w:tblW w:w="884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</w:tblGrid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00000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  <w:tl2br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52CFD" w:rsidTr="00252CF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00000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18" w:space="0" w:color="0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252CFD" w:rsidRDefault="00252CFD" w:rsidP="000D1F0C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252CFD" w:rsidRDefault="00252CFD" w:rsidP="000D1F0C">
            <w:pPr>
              <w:rPr>
                <w:rFonts w:ascii="Verdana" w:hAnsi="Verdana"/>
              </w:rPr>
            </w:pPr>
          </w:p>
        </w:tc>
      </w:tr>
    </w:tbl>
    <w:p w:rsidR="00252CFD" w:rsidRDefault="00252CFD"/>
    <w:p w:rsidR="00252CFD" w:rsidRDefault="00252CFD"/>
    <w:p w:rsidR="00252CFD" w:rsidRDefault="00252CFD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7431"/>
        <w:gridCol w:w="1240"/>
      </w:tblGrid>
      <w:tr w:rsidR="006A2E23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E23" w:rsidRDefault="005E0D4C" w:rsidP="00814F49">
            <w:pPr>
              <w:jc w:val="center"/>
            </w:pPr>
            <w:r>
              <w:rPr>
                <w:noProof/>
              </w:rPr>
            </w:r>
            <w:r>
              <w:pict>
                <v:shape id="_x0000_s1047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E23" w:rsidRDefault="00903D67" w:rsidP="00814F49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2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E23" w:rsidRDefault="006A2E23" w:rsidP="005E0D4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  <w:r w:rsidR="005E0D4C">
              <w:rPr>
                <w:rFonts w:ascii="Verdana" w:hAnsi="Verdana"/>
                <w:b/>
                <w:sz w:val="72"/>
              </w:rPr>
              <w:t>3</w:t>
            </w:r>
          </w:p>
        </w:tc>
      </w:tr>
      <w:tr w:rsidR="006A2E23" w:rsidTr="00814F49">
        <w:tblPrEx>
          <w:tblCellMar>
            <w:top w:w="0" w:type="dxa"/>
            <w:bottom w:w="0" w:type="dxa"/>
          </w:tblCellMar>
        </w:tblPrEx>
        <w:trPr>
          <w:trHeight w:val="6035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C40" w:rsidRDefault="00AC4C40" w:rsidP="00AC4C40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Male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symetrisch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Pass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auf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6A2E23" w:rsidRDefault="006A2E23" w:rsidP="00814F49">
            <w:pPr>
              <w:rPr>
                <w:b/>
                <w:bCs/>
                <w:sz w:val="28"/>
                <w:szCs w:val="28"/>
                <w:u w:val="single"/>
              </w:rPr>
            </w:pPr>
          </w:p>
          <w:tbl>
            <w:tblPr>
              <w:tblW w:w="884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  <w:gridCol w:w="632"/>
            </w:tblGrid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18" w:space="0" w:color="00000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l2br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r2bl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  <w:tr2bl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80808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A2E23" w:rsidTr="000D1F0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602"/>
                <w:jc w:val="center"/>
              </w:trPr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  <w:tr2bl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18" w:space="0" w:color="0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000000"/>
                    <w:bottom w:val="single" w:sz="4" w:space="0" w:color="808080"/>
                    <w:right w:val="single" w:sz="18" w:space="0" w:color="C0000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18" w:space="0" w:color="C0000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 w:rsidR="006A2E23" w:rsidRDefault="006A2E23" w:rsidP="00814F49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6A2E23" w:rsidRDefault="006A2E23" w:rsidP="00814F49">
            <w:pPr>
              <w:rPr>
                <w:rFonts w:ascii="Verdana" w:hAnsi="Verdana"/>
              </w:rPr>
            </w:pPr>
          </w:p>
        </w:tc>
      </w:tr>
    </w:tbl>
    <w:p w:rsidR="006A2E23" w:rsidRDefault="006A2E23"/>
    <w:p w:rsidR="006A2E23" w:rsidRDefault="006A2E23"/>
    <w:p w:rsidR="006A2E23" w:rsidRDefault="006A2E23"/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4"/>
        <w:gridCol w:w="7433"/>
        <w:gridCol w:w="1240"/>
      </w:tblGrid>
      <w:tr w:rsidR="005751C2" w:rsidTr="003B7C88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1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C2" w:rsidRDefault="005E0D4C" w:rsidP="000D1F0C">
            <w:pPr>
              <w:jc w:val="center"/>
            </w:pPr>
            <w:r>
              <w:rPr>
                <w:noProof/>
              </w:rPr>
            </w:r>
            <w:r>
              <w:pict>
                <v:shape id="Image 35" o:spid="_x0000_s1049" type="#_x0000_t75" style="width:65.65pt;height:47.65pt;visibility:visible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7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C2" w:rsidRDefault="00903D67" w:rsidP="000D1F0C">
            <w:pPr>
              <w:jc w:val="center"/>
            </w:pPr>
            <w:r>
              <w:rPr>
                <w:rFonts w:ascii="Arial Black" w:hAnsi="Arial Black"/>
                <w:sz w:val="56"/>
              </w:rPr>
              <w:t>DER SPIEGEL</w:t>
            </w:r>
            <w:r w:rsidRPr="00F3496C">
              <w:rPr>
                <w:rFonts w:ascii="Arial Black" w:hAnsi="Arial Black"/>
                <w:sz w:val="56"/>
              </w:rPr>
              <w:t xml:space="preserve"> </w:t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  <w:r w:rsidR="003B7C88">
              <w:rPr>
                <w:rFonts w:ascii="Arial Black" w:hAnsi="Arial Black"/>
                <w:sz w:val="56"/>
              </w:rPr>
              <w:sym w:font="Wingdings" w:char="F0AB"/>
            </w:r>
          </w:p>
        </w:tc>
        <w:tc>
          <w:tcPr>
            <w:tcW w:w="1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C2" w:rsidRDefault="005751C2" w:rsidP="005E0D4C">
            <w:pPr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  <w:r w:rsidR="005E0D4C">
              <w:rPr>
                <w:rFonts w:ascii="Verdana" w:hAnsi="Verdana"/>
                <w:b/>
                <w:sz w:val="72"/>
              </w:rPr>
              <w:t>4</w:t>
            </w:r>
          </w:p>
        </w:tc>
      </w:tr>
      <w:tr w:rsidR="005751C2" w:rsidTr="000D1F0C">
        <w:tblPrEx>
          <w:tblCellMar>
            <w:top w:w="0" w:type="dxa"/>
            <w:bottom w:w="0" w:type="dxa"/>
          </w:tblCellMar>
        </w:tblPrEx>
        <w:trPr>
          <w:trHeight w:val="5404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1C2" w:rsidRDefault="00AC4C40" w:rsidP="000D1F0C">
            <w:pPr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Finde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Symetrieaxen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male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sie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rot :</w:t>
            </w:r>
          </w:p>
          <w:p w:rsidR="005751C2" w:rsidRDefault="005751C2" w:rsidP="000D1F0C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5751C2" w:rsidRDefault="00931D37" w:rsidP="000D1F0C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33" type="#_x0000_t11" style="position:absolute;margin-left:123.1pt;margin-top:6.65pt;width:202.2pt;height:202.2pt;rotation:923032fd;z-index:251650560" adj="4385"/>
              </w:pict>
            </w:r>
          </w:p>
        </w:tc>
      </w:tr>
    </w:tbl>
    <w:p w:rsidR="00252CFD" w:rsidRDefault="00252CFD"/>
    <w:sectPr w:rsidR="00252CFD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EB8" w:rsidRDefault="00835EB8">
      <w:r>
        <w:separator/>
      </w:r>
    </w:p>
  </w:endnote>
  <w:endnote w:type="continuationSeparator" w:id="0">
    <w:p w:rsidR="00835EB8" w:rsidRDefault="0083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EB8" w:rsidRDefault="00835EB8">
      <w:r>
        <w:rPr>
          <w:color w:val="000000"/>
        </w:rPr>
        <w:separator/>
      </w:r>
    </w:p>
  </w:footnote>
  <w:footnote w:type="continuationSeparator" w:id="0">
    <w:p w:rsidR="00835EB8" w:rsidRDefault="00835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F98"/>
    <w:rsid w:val="000B1ED9"/>
    <w:rsid w:val="000D1F0C"/>
    <w:rsid w:val="000F00A0"/>
    <w:rsid w:val="00252CFD"/>
    <w:rsid w:val="00297A6B"/>
    <w:rsid w:val="003B7C88"/>
    <w:rsid w:val="004274EA"/>
    <w:rsid w:val="00460D3D"/>
    <w:rsid w:val="004F3F98"/>
    <w:rsid w:val="005177C6"/>
    <w:rsid w:val="005751C2"/>
    <w:rsid w:val="005E0D4C"/>
    <w:rsid w:val="006A2E23"/>
    <w:rsid w:val="00814F49"/>
    <w:rsid w:val="00835EB8"/>
    <w:rsid w:val="00862E3A"/>
    <w:rsid w:val="00903D67"/>
    <w:rsid w:val="00931D37"/>
    <w:rsid w:val="009C7EE1"/>
    <w:rsid w:val="00A43216"/>
    <w:rsid w:val="00A91A2C"/>
    <w:rsid w:val="00AA7475"/>
    <w:rsid w:val="00AC4C40"/>
    <w:rsid w:val="00B614DE"/>
    <w:rsid w:val="00BC57E9"/>
    <w:rsid w:val="00D5523B"/>
    <w:rsid w:val="00D86BF6"/>
    <w:rsid w:val="00EF16D1"/>
    <w:rsid w:val="00F3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52"/>
        <o:r id="V:Rule2" type="connector" idref="#_x0000_s1054"/>
        <o:r id="V:Rule3" type="connector" idref="#_x0000_s1055"/>
      </o:rules>
    </o:shapelayout>
  </w:shapeDefaults>
  <w:decimalSymbol w:val=","/>
  <w:listSeparator w:val=";"/>
  <w14:docId w14:val="4A9E68E7"/>
  <w15:docId w15:val="{5F06454B-B288-4333-82C6-769133A6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39"/>
    <w:rsid w:val="00297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cp:lastModifiedBy>mmarczyk@free.fr</cp:lastModifiedBy>
  <cp:revision>2</cp:revision>
  <cp:lastPrinted>2016-02-17T20:30:00Z</cp:lastPrinted>
  <dcterms:created xsi:type="dcterms:W3CDTF">2019-08-09T09:13:00Z</dcterms:created>
  <dcterms:modified xsi:type="dcterms:W3CDTF">2019-08-09T09:13:00Z</dcterms:modified>
</cp:coreProperties>
</file>